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45C1FF58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B62375">
        <w:rPr>
          <w:b/>
          <w:bCs/>
          <w:sz w:val="20"/>
        </w:rPr>
        <w:t>202</w:t>
      </w:r>
      <w:r w:rsidR="00D61744">
        <w:rPr>
          <w:b/>
          <w:bCs/>
          <w:sz w:val="20"/>
        </w:rPr>
        <w:t>5</w:t>
      </w:r>
      <w:r w:rsidR="00B62375">
        <w:rPr>
          <w:b/>
          <w:bCs/>
          <w:sz w:val="20"/>
        </w:rPr>
        <w:t>/</w:t>
      </w:r>
      <w:r w:rsidR="00D61744">
        <w:rPr>
          <w:b/>
          <w:bCs/>
          <w:sz w:val="20"/>
        </w:rPr>
        <w:t>32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allaadve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Kommentaariteks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EB462C" w:rsidRPr="00D018C3" w14:paraId="4DFB3757" w14:textId="77777777" w:rsidTr="00EB462C">
        <w:tc>
          <w:tcPr>
            <w:tcW w:w="3920" w:type="dxa"/>
          </w:tcPr>
          <w:p w14:paraId="74E4F72F" w14:textId="77777777" w:rsidR="00EB462C" w:rsidRPr="00846626" w:rsidRDefault="00EB462C" w:rsidP="00EB462C">
            <w:pPr>
              <w:rPr>
                <w:sz w:val="20"/>
              </w:rPr>
            </w:pPr>
            <w:r>
              <w:rPr>
                <w:sz w:val="20"/>
              </w:rPr>
              <w:t xml:space="preserve">OÜ PA Kaubandus </w:t>
            </w:r>
          </w:p>
          <w:p w14:paraId="7104C5A1" w14:textId="3D6C0ABE" w:rsidR="00EB462C" w:rsidRPr="00D018C3" w:rsidRDefault="00EB462C" w:rsidP="00EB462C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02C9CA15" w14:textId="77777777" w:rsidR="00EB462C" w:rsidRPr="00846626" w:rsidRDefault="00EB462C" w:rsidP="00EB462C">
            <w:pPr>
              <w:rPr>
                <w:sz w:val="20"/>
              </w:rPr>
            </w:pPr>
            <w:r>
              <w:rPr>
                <w:sz w:val="20"/>
              </w:rPr>
              <w:t xml:space="preserve">Registrikood </w:t>
            </w:r>
            <w:r w:rsidRPr="005107BD">
              <w:rPr>
                <w:sz w:val="20"/>
              </w:rPr>
              <w:t>16167191</w:t>
            </w:r>
          </w:p>
          <w:p w14:paraId="5F1EAB18" w14:textId="125A4213" w:rsidR="00EB462C" w:rsidRPr="00D018C3" w:rsidRDefault="00EB462C" w:rsidP="00EB462C">
            <w:pPr>
              <w:rPr>
                <w:bCs/>
                <w:sz w:val="20"/>
              </w:rPr>
            </w:pPr>
            <w:r w:rsidRPr="005107BD">
              <w:rPr>
                <w:sz w:val="20"/>
              </w:rPr>
              <w:t>Tallinna 27-11 Türi</w:t>
            </w:r>
          </w:p>
        </w:tc>
        <w:tc>
          <w:tcPr>
            <w:tcW w:w="2232" w:type="dxa"/>
          </w:tcPr>
          <w:p w14:paraId="2BA5A075" w14:textId="77777777" w:rsidR="00EB462C" w:rsidRPr="00420B85" w:rsidRDefault="00EB462C" w:rsidP="00EB462C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Pr="005107BD">
              <w:rPr>
                <w:sz w:val="20"/>
              </w:rPr>
              <w:t>58802989</w:t>
            </w:r>
          </w:p>
          <w:p w14:paraId="3696B06E" w14:textId="5C002BB6" w:rsidR="00EB462C" w:rsidRPr="00D018C3" w:rsidRDefault="00EB462C" w:rsidP="00EB462C">
            <w:pPr>
              <w:rPr>
                <w:bCs/>
                <w:sz w:val="20"/>
              </w:rPr>
            </w:pPr>
          </w:p>
        </w:tc>
      </w:tr>
      <w:tr w:rsidR="00EB462C" w:rsidRPr="00D018C3" w14:paraId="7F7BAED8" w14:textId="77777777" w:rsidTr="00EB462C">
        <w:tc>
          <w:tcPr>
            <w:tcW w:w="3920" w:type="dxa"/>
          </w:tcPr>
          <w:p w14:paraId="3986D41B" w14:textId="618A1648" w:rsidR="00EB462C" w:rsidRPr="00D018C3" w:rsidRDefault="00EB462C" w:rsidP="00EB462C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6750FD8C" w:rsidR="00EB462C" w:rsidRPr="00D018C3" w:rsidRDefault="00EB462C" w:rsidP="00EB462C">
            <w:pPr>
              <w:rPr>
                <w:bCs/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>
              <w:rPr>
                <w:sz w:val="20"/>
              </w:rPr>
              <w:t>Piia Aasa-Oja</w:t>
            </w:r>
          </w:p>
        </w:tc>
        <w:tc>
          <w:tcPr>
            <w:tcW w:w="2232" w:type="dxa"/>
          </w:tcPr>
          <w:p w14:paraId="3C6B67D8" w14:textId="2B6869C0" w:rsidR="00EB462C" w:rsidRPr="00D018C3" w:rsidRDefault="00EB462C" w:rsidP="00EB462C">
            <w:pPr>
              <w:rPr>
                <w:bCs/>
                <w:sz w:val="20"/>
              </w:rPr>
            </w:pPr>
            <w:hyperlink r:id="rId13" w:history="1">
              <w:r w:rsidRPr="005107BD">
                <w:rPr>
                  <w:rStyle w:val="Hperlink"/>
                  <w:sz w:val="20"/>
                </w:rPr>
                <w:t>pakaubandus@gmail.com</w:t>
              </w:r>
            </w:hyperlink>
            <w:r w:rsidRPr="005107BD">
              <w:rPr>
                <w:sz w:val="20"/>
              </w:rPr>
              <w:t xml:space="preserve"> </w:t>
            </w:r>
          </w:p>
        </w:tc>
      </w:tr>
      <w:tr w:rsidR="00EB462C" w:rsidRPr="00D018C3" w14:paraId="6EC5CC10" w14:textId="77777777" w:rsidTr="00EB462C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EB462C" w:rsidRPr="00D018C3" w:rsidRDefault="00EB462C" w:rsidP="00EB462C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</w:t>
      </w:r>
      <w:r w:rsidR="005253F3" w:rsidRPr="00D018C3">
        <w:rPr>
          <w:sz w:val="20"/>
        </w:rPr>
        <w:lastRenderedPageBreak/>
        <w:t xml:space="preserve">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üleantava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5ABA9B4E" w14:textId="77777777" w:rsidR="006515A5" w:rsidRPr="000A4A87" w:rsidRDefault="006515A5" w:rsidP="006515A5">
      <w:pPr>
        <w:pStyle w:val="Pealkiri21"/>
        <w:shd w:val="clear" w:color="auto" w:fill="FFFFFF" w:themeFill="background1"/>
        <w:rPr>
          <w:bCs/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viivitamatult.</w:t>
      </w:r>
    </w:p>
    <w:p w14:paraId="43DAC9E4" w14:textId="118CFA2E" w:rsidR="00293770" w:rsidRPr="00D018C3" w:rsidRDefault="00293770" w:rsidP="006515A5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3C6C0074" w14:textId="77777777" w:rsidR="006515A5" w:rsidRPr="001611B4" w:rsidRDefault="006515A5" w:rsidP="006515A5">
            <w:pPr>
              <w:rPr>
                <w:sz w:val="20"/>
              </w:rPr>
            </w:pPr>
            <w:r w:rsidRPr="001611B4">
              <w:rPr>
                <w:sz w:val="20"/>
              </w:rPr>
              <w:t>Tähtajaline ettemaks kokkulepitud kuupäevaks kokkulepitud summas</w:t>
            </w:r>
            <w:r>
              <w:rPr>
                <w:sz w:val="20"/>
              </w:rPr>
              <w:t>. Vastavalt lisa 3 kokkulepitud ettemaksugraafikule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6FA476E6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4" w:history="1">
        <w:r w:rsidR="00E30BDE" w:rsidRPr="00E30BDE">
          <w:rPr>
            <w:rStyle w:val="Hperlink"/>
            <w:sz w:val="20"/>
          </w:rPr>
          <w:t>pakaubandus@gmail.com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lastRenderedPageBreak/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658E34D6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6515A5">
        <w:rPr>
          <w:sz w:val="20"/>
        </w:rPr>
        <w:t>15</w:t>
      </w:r>
      <w:r w:rsidR="008B5D77">
        <w:rPr>
          <w:sz w:val="20"/>
        </w:rPr>
        <w:t>.01.202</w:t>
      </w:r>
      <w:r w:rsidR="006515A5">
        <w:rPr>
          <w:sz w:val="20"/>
        </w:rPr>
        <w:t>5</w:t>
      </w:r>
      <w:r w:rsidR="008B5D77">
        <w:rPr>
          <w:sz w:val="20"/>
        </w:rPr>
        <w:t xml:space="preserve"> – 31.12.202</w:t>
      </w:r>
      <w:r w:rsidR="006515A5">
        <w:rPr>
          <w:sz w:val="20"/>
        </w:rPr>
        <w:t>5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5" w:history="1">
        <w:r w:rsidRPr="00D018C3">
          <w:rPr>
            <w:rStyle w:val="H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29E1F9B2" w:rsidR="004623EE" w:rsidRPr="00D018C3" w:rsidRDefault="00E30BD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30BDE">
              <w:rPr>
                <w:sz w:val="20"/>
              </w:rPr>
              <w:t>Piia Aasa-Oja</w:t>
            </w:r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FC70580" w:rsidR="00174319" w:rsidRDefault="00174319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BDE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38511798">
    <w:abstractNumId w:val="0"/>
  </w:num>
  <w:num w:numId="2" w16cid:durableId="1206913142">
    <w:abstractNumId w:val="10"/>
  </w:num>
  <w:num w:numId="3" w16cid:durableId="1258103067">
    <w:abstractNumId w:val="9"/>
  </w:num>
  <w:num w:numId="4" w16cid:durableId="79959121">
    <w:abstractNumId w:val="14"/>
  </w:num>
  <w:num w:numId="5" w16cid:durableId="810319608">
    <w:abstractNumId w:val="15"/>
  </w:num>
  <w:num w:numId="6" w16cid:durableId="1902474990">
    <w:abstractNumId w:val="18"/>
  </w:num>
  <w:num w:numId="7" w16cid:durableId="642660679">
    <w:abstractNumId w:val="20"/>
  </w:num>
  <w:num w:numId="8" w16cid:durableId="1958367668">
    <w:abstractNumId w:val="5"/>
  </w:num>
  <w:num w:numId="9" w16cid:durableId="1429809836">
    <w:abstractNumId w:val="7"/>
  </w:num>
  <w:num w:numId="10" w16cid:durableId="562108159">
    <w:abstractNumId w:val="1"/>
  </w:num>
  <w:num w:numId="11" w16cid:durableId="1250188784">
    <w:abstractNumId w:val="2"/>
  </w:num>
  <w:num w:numId="12" w16cid:durableId="1845584668">
    <w:abstractNumId w:val="12"/>
  </w:num>
  <w:num w:numId="13" w16cid:durableId="1638682199">
    <w:abstractNumId w:val="17"/>
  </w:num>
  <w:num w:numId="14" w16cid:durableId="2115248227">
    <w:abstractNumId w:val="8"/>
  </w:num>
  <w:num w:numId="15" w16cid:durableId="1797023217">
    <w:abstractNumId w:val="4"/>
  </w:num>
  <w:num w:numId="16" w16cid:durableId="1097402604">
    <w:abstractNumId w:val="17"/>
  </w:num>
  <w:num w:numId="17" w16cid:durableId="105338899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1957821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431365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8556875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48203382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54412528">
    <w:abstractNumId w:val="21"/>
  </w:num>
  <w:num w:numId="23" w16cid:durableId="1050500217">
    <w:abstractNumId w:val="3"/>
  </w:num>
  <w:num w:numId="24" w16cid:durableId="687946209">
    <w:abstractNumId w:val="19"/>
  </w:num>
  <w:num w:numId="25" w16cid:durableId="618221423">
    <w:abstractNumId w:val="6"/>
  </w:num>
  <w:num w:numId="26" w16cid:durableId="2115781661">
    <w:abstractNumId w:val="11"/>
  </w:num>
  <w:num w:numId="27" w16cid:durableId="12669592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76168615">
    <w:abstractNumId w:val="13"/>
  </w:num>
  <w:num w:numId="29" w16cid:durableId="427890420">
    <w:abstractNumId w:val="16"/>
  </w:num>
  <w:num w:numId="30" w16cid:durableId="9986502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706389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 w16cid:durableId="1368604800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293F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A5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2375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1744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05E0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0BDE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462C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5A6DC6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akaubandus@g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mk.ee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akaubandus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61A"/>
    <w:rsid w:val="0022161A"/>
    <w:rsid w:val="008B1008"/>
    <w:rsid w:val="00D9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8B1008"/>
  </w:style>
  <w:style w:type="paragraph" w:customStyle="1" w:styleId="711DC93C662849EF98D1A3837B03030A">
    <w:name w:val="711DC93C662849EF98D1A3837B03030A"/>
    <w:rsid w:val="00221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10DF9-7B66-4384-B9EB-6840AFC6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2023.dotx</Template>
  <TotalTime>8</TotalTime>
  <Pages>3</Pages>
  <Words>908</Words>
  <Characters>7130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8022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2025-01-15T11:26:00Z</dcterms:created>
  <dcterms:modified xsi:type="dcterms:W3CDTF">2025-01-15T11:29:00Z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